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8C3F677-DF71-443C-8A57-EDD24031E415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